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72"/>
        <w:gridCol w:w="573"/>
        <w:gridCol w:w="483"/>
        <w:gridCol w:w="562"/>
      </w:tblGrid>
      <w:tr w:rsidR="000E301A" w:rsidTr="001B2FAE">
        <w:trPr>
          <w:trHeight w:val="140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0E301A" w:rsidRPr="001751C1" w:rsidRDefault="00BE0602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Surface Type: Roofs</w:t>
            </w:r>
          </w:p>
          <w:p w:rsidR="000E301A" w:rsidRPr="00EC6EB0" w:rsidRDefault="00EC6EB0" w:rsidP="00EC6E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BMP L602</w:t>
            </w:r>
            <w:r w:rsidR="000E301A" w:rsidRPr="00EC6EB0">
              <w:rPr>
                <w:rFonts w:ascii="Arial" w:hAnsi="Arial" w:cs="Arial"/>
                <w:sz w:val="24"/>
              </w:rPr>
              <w:t>:</w:t>
            </w:r>
            <w:r w:rsidR="000E301A" w:rsidRPr="001751C1">
              <w:rPr>
                <w:rFonts w:ascii="Arial" w:hAnsi="Arial" w:cs="Arial"/>
              </w:rPr>
              <w:t xml:space="preserve"> </w:t>
            </w:r>
            <w:r w:rsidRPr="00EC6EB0">
              <w:rPr>
                <w:rFonts w:ascii="Arial" w:hAnsi="Arial" w:cs="Arial"/>
                <w:sz w:val="24"/>
              </w:rPr>
              <w:t>Downspout Full Infiltration (Infiltration Trenches and Drywells)</w:t>
            </w:r>
          </w:p>
          <w:p w:rsidR="000E301A" w:rsidRPr="002A23A7" w:rsidRDefault="000E301A" w:rsidP="000E301A">
            <w:pPr>
              <w:pStyle w:val="Heading1"/>
              <w:rPr>
                <w:rFonts w:ascii="Arial" w:hAnsi="Arial" w:cs="Arial"/>
              </w:rPr>
            </w:pPr>
            <w:r w:rsidRPr="001751C1">
              <w:rPr>
                <w:rFonts w:ascii="Arial" w:hAnsi="Arial" w:cs="Arial"/>
              </w:rPr>
              <w:t xml:space="preserve">City of Tacoma Permit Number:  </w:t>
            </w:r>
            <w:sdt>
              <w:sdtPr>
                <w:rPr>
                  <w:rFonts w:ascii="Arial" w:hAnsi="Arial" w:cs="Arial"/>
                </w:rPr>
                <w:id w:val="1802346446"/>
                <w:placeholder>
                  <w:docPart w:val="F82C77396CF247669BDE9A30750784E5"/>
                </w:placeholder>
                <w:showingPlcHdr/>
                <w:text/>
              </w:sdtPr>
              <w:sdtEndPr/>
              <w:sdtContent>
                <w:r w:rsidRPr="002A23A7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:rsidR="000E301A" w:rsidRPr="002A23A7" w:rsidRDefault="000E301A" w:rsidP="000E301A">
            <w:pPr>
              <w:pStyle w:val="Heading1"/>
              <w:rPr>
                <w:rFonts w:ascii="Arial" w:hAnsi="Arial" w:cs="Arial"/>
                <w:szCs w:val="24"/>
              </w:rPr>
            </w:pPr>
            <w:r w:rsidRPr="001751C1">
              <w:rPr>
                <w:rFonts w:ascii="Arial" w:hAnsi="Arial" w:cs="Arial"/>
              </w:rPr>
              <w:t xml:space="preserve">Date Prepared:  </w:t>
            </w:r>
            <w:sdt>
              <w:sdtPr>
                <w:rPr>
                  <w:rFonts w:ascii="Arial" w:hAnsi="Arial" w:cs="Arial"/>
                </w:rPr>
                <w:id w:val="605244942"/>
                <w:placeholder>
                  <w:docPart w:val="42991F330CD64306B62EA4E233ED9C46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2A23A7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sdtContent>
            </w:sdt>
          </w:p>
        </w:tc>
      </w:tr>
      <w:tr w:rsidR="000E301A" w:rsidTr="001B2FAE">
        <w:tc>
          <w:tcPr>
            <w:tcW w:w="5000" w:type="pct"/>
            <w:gridSpan w:val="4"/>
          </w:tcPr>
          <w:p w:rsidR="000E301A" w:rsidRPr="002A23A7" w:rsidRDefault="000E301A" w:rsidP="00152FC0">
            <w:pPr>
              <w:rPr>
                <w:rStyle w:val="Emphasis"/>
                <w:rFonts w:ascii="Arial" w:hAnsi="Arial" w:cs="Arial"/>
              </w:rPr>
            </w:pPr>
          </w:p>
        </w:tc>
      </w:tr>
      <w:tr w:rsidR="001751C1" w:rsidRPr="000E301A" w:rsidTr="001B2FAE">
        <w:tc>
          <w:tcPr>
            <w:tcW w:w="4156" w:type="pct"/>
            <w:shd w:val="clear" w:color="auto" w:fill="D9D9D9" w:themeFill="background1" w:themeFillShade="D9"/>
            <w:vAlign w:val="center"/>
          </w:tcPr>
          <w:p w:rsidR="000E301A" w:rsidRPr="002A23A7" w:rsidRDefault="000E301A" w:rsidP="000E301A">
            <w:pPr>
              <w:rPr>
                <w:rStyle w:val="Emphasis"/>
                <w:rFonts w:ascii="Arial" w:hAnsi="Arial" w:cs="Arial"/>
              </w:rPr>
            </w:pPr>
          </w:p>
        </w:tc>
        <w:tc>
          <w:tcPr>
            <w:tcW w:w="299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Yes</w:t>
            </w:r>
          </w:p>
        </w:tc>
        <w:tc>
          <w:tcPr>
            <w:tcW w:w="252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No</w:t>
            </w:r>
          </w:p>
        </w:tc>
        <w:tc>
          <w:tcPr>
            <w:tcW w:w="293" w:type="pct"/>
            <w:shd w:val="clear" w:color="auto" w:fill="D9D9D9" w:themeFill="background1" w:themeFillShade="D9"/>
            <w:vAlign w:val="center"/>
          </w:tcPr>
          <w:p w:rsidR="000E301A" w:rsidRPr="00102DF9" w:rsidRDefault="00102DF9" w:rsidP="000E301A">
            <w:pPr>
              <w:rPr>
                <w:rStyle w:val="Strong"/>
                <w:i/>
                <w:iCs/>
              </w:rPr>
            </w:pPr>
            <w:r>
              <w:rPr>
                <w:rStyle w:val="Strong"/>
                <w:i/>
                <w:iCs/>
              </w:rPr>
              <w:t>N</w:t>
            </w:r>
            <w:r w:rsidR="000E301A" w:rsidRPr="00102DF9">
              <w:rPr>
                <w:rStyle w:val="Strong"/>
                <w:i/>
                <w:iCs/>
              </w:rPr>
              <w:t>A</w:t>
            </w:r>
          </w:p>
        </w:tc>
      </w:tr>
      <w:tr w:rsidR="00102DF9" w:rsidRPr="002A23A7" w:rsidTr="001B2FAE">
        <w:trPr>
          <w:trHeight w:val="690"/>
        </w:trPr>
        <w:tc>
          <w:tcPr>
            <w:tcW w:w="4156" w:type="pct"/>
            <w:vAlign w:val="center"/>
          </w:tcPr>
          <w:p w:rsidR="002A23A7" w:rsidRPr="002A23A7" w:rsidRDefault="00BE0602" w:rsidP="00F237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0602">
              <w:rPr>
                <w:rFonts w:ascii="Arial" w:hAnsi="Arial" w:cs="Arial"/>
              </w:rPr>
              <w:t>Can the infiltration trench or drywell be placed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2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1B2FAE">
        <w:trPr>
          <w:trHeight w:val="690"/>
        </w:trPr>
        <w:tc>
          <w:tcPr>
            <w:tcW w:w="4156" w:type="pct"/>
            <w:vAlign w:val="center"/>
          </w:tcPr>
          <w:p w:rsidR="002A23A7" w:rsidRPr="002A23A7" w:rsidRDefault="00EC6EB0" w:rsidP="00F23736">
            <w:pPr>
              <w:rPr>
                <w:rFonts w:ascii="Arial" w:hAnsi="Arial" w:cs="Arial"/>
                <w:sz w:val="24"/>
                <w:szCs w:val="24"/>
              </w:rPr>
            </w:pPr>
            <w:r w:rsidRPr="00EC6EB0">
              <w:rPr>
                <w:rFonts w:ascii="Arial" w:hAnsi="Arial" w:cs="Arial"/>
              </w:rPr>
              <w:t>Can the infiltration trench or drywell be placed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2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1B2FAE">
        <w:trPr>
          <w:trHeight w:val="690"/>
        </w:trPr>
        <w:tc>
          <w:tcPr>
            <w:tcW w:w="4156" w:type="pct"/>
            <w:vAlign w:val="center"/>
          </w:tcPr>
          <w:p w:rsidR="002A23A7" w:rsidRPr="00102DF9" w:rsidRDefault="00102DF9" w:rsidP="007C663D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</w:t>
            </w:r>
            <w:r w:rsidR="00FD4EC9">
              <w:rPr>
                <w:rFonts w:ascii="Arial" w:hAnsi="Arial" w:cs="Arial"/>
              </w:rPr>
              <w:t xml:space="preserve">the </w:t>
            </w:r>
            <w:r w:rsidR="007C663D">
              <w:rPr>
                <w:rFonts w:ascii="Arial" w:hAnsi="Arial" w:cs="Arial"/>
              </w:rPr>
              <w:t>infiltration trench or drywell</w:t>
            </w:r>
            <w:r w:rsidR="00D92D08">
              <w:rPr>
                <w:rFonts w:ascii="Arial" w:hAnsi="Arial" w:cs="Arial"/>
              </w:rPr>
              <w:t xml:space="preserve"> be placed 50 feet or more from</w:t>
            </w:r>
            <w:r w:rsidRPr="00102DF9">
              <w:rPr>
                <w:rFonts w:ascii="Arial" w:hAnsi="Arial" w:cs="Arial"/>
              </w:rPr>
              <w:t xml:space="preserve"> the top of a steep slope (15% or greater)?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2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1B2FAE">
        <w:trPr>
          <w:trHeight w:val="690"/>
        </w:trPr>
        <w:tc>
          <w:tcPr>
            <w:tcW w:w="4156" w:type="pct"/>
            <w:vAlign w:val="center"/>
          </w:tcPr>
          <w:p w:rsidR="002A23A7" w:rsidRPr="00102DF9" w:rsidRDefault="00102DF9" w:rsidP="007C663D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the </w:t>
            </w:r>
            <w:r w:rsidR="007C663D">
              <w:rPr>
                <w:rFonts w:ascii="Arial" w:hAnsi="Arial" w:cs="Arial"/>
              </w:rPr>
              <w:t>infiltration trench or drywell</w:t>
            </w:r>
            <w:r w:rsidRPr="00102DF9">
              <w:rPr>
                <w:rFonts w:ascii="Arial" w:hAnsi="Arial" w:cs="Arial"/>
              </w:rPr>
              <w:t xml:space="preserve"> be placed 10 feet or more from septic tanks and septic </w:t>
            </w:r>
            <w:proofErr w:type="spellStart"/>
            <w:r w:rsidRPr="00102DF9">
              <w:rPr>
                <w:rFonts w:ascii="Arial" w:hAnsi="Arial" w:cs="Arial"/>
              </w:rPr>
              <w:t>drainfields</w:t>
            </w:r>
            <w:proofErr w:type="spellEnd"/>
            <w:r w:rsidRPr="00102DF9">
              <w:rPr>
                <w:rFonts w:ascii="Arial" w:hAnsi="Arial" w:cs="Arial"/>
              </w:rPr>
              <w:t>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7966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734053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2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5442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1B2FAE">
        <w:trPr>
          <w:trHeight w:val="690"/>
        </w:trPr>
        <w:tc>
          <w:tcPr>
            <w:tcW w:w="4156" w:type="pct"/>
            <w:vAlign w:val="center"/>
          </w:tcPr>
          <w:p w:rsidR="002A23A7" w:rsidRPr="00102DF9" w:rsidRDefault="00A85E53" w:rsidP="00102DF9">
            <w:pPr>
              <w:rPr>
                <w:rFonts w:ascii="Arial" w:hAnsi="Arial" w:cs="Arial"/>
              </w:rPr>
            </w:pPr>
            <w:r w:rsidRPr="00A85E53">
              <w:rPr>
                <w:rFonts w:ascii="Arial" w:hAnsi="Arial" w:cs="Arial"/>
              </w:rPr>
              <w:t xml:space="preserve">Was the soil classified as being clay, sandy </w:t>
            </w:r>
            <w:r w:rsidR="0043523C">
              <w:rPr>
                <w:rFonts w:ascii="Arial" w:hAnsi="Arial" w:cs="Arial"/>
              </w:rPr>
              <w:t>clay, clay loam</w:t>
            </w:r>
            <w:r w:rsidRPr="00A85E53">
              <w:rPr>
                <w:rFonts w:ascii="Arial" w:hAnsi="Arial" w:cs="Arial"/>
              </w:rPr>
              <w:t>, silty clay loam, sandy clay loam, or silt according to the USDA Textural Soil Triangle?  Answer requires a soils report prepared by professional.</w:t>
            </w:r>
            <w:r w:rsidR="007C663D">
              <w:rPr>
                <w:rFonts w:ascii="Arial" w:hAnsi="Arial" w:cs="Arial"/>
              </w:rPr>
              <w:t xml:space="preserve">  (An answer of yes means this BMP is not feasible).</w:t>
            </w:r>
            <w:bookmarkStart w:id="0" w:name="_GoBack"/>
            <w:bookmarkEnd w:id="0"/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2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A85E53" w:rsidRPr="002A23A7" w:rsidTr="001B2FAE">
        <w:trPr>
          <w:trHeight w:val="690"/>
        </w:trPr>
        <w:tc>
          <w:tcPr>
            <w:tcW w:w="4156" w:type="pct"/>
            <w:vAlign w:val="center"/>
          </w:tcPr>
          <w:p w:rsidR="00A85E53" w:rsidRPr="00A85E53" w:rsidRDefault="00A85E53" w:rsidP="00102DF9">
            <w:pPr>
              <w:rPr>
                <w:rFonts w:ascii="Arial" w:hAnsi="Arial" w:cs="Arial"/>
              </w:rPr>
            </w:pPr>
            <w:r w:rsidRPr="00721D1B">
              <w:rPr>
                <w:rFonts w:ascii="Arial" w:hAnsi="Arial" w:cs="Arial"/>
              </w:rPr>
              <w:t>Is the depth from proposed final grade to the seasonal high groundwater table or other impermeable layer equal to or greater than 3 feet?  Answer requires a soils report prepared by professional.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560636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A85E53" w:rsidRPr="002A23A7" w:rsidRDefault="00A85E53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261189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2" w:type="pct"/>
                <w:vAlign w:val="center"/>
              </w:tcPr>
              <w:p w:rsidR="00A85E53" w:rsidRPr="002A23A7" w:rsidRDefault="00A85E53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06371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A85E53" w:rsidRPr="002A23A7" w:rsidRDefault="00A85E53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721D1B" w:rsidRPr="002A23A7" w:rsidTr="001B2FAE">
        <w:trPr>
          <w:trHeight w:val="690"/>
        </w:trPr>
        <w:tc>
          <w:tcPr>
            <w:tcW w:w="4156" w:type="pct"/>
            <w:vAlign w:val="center"/>
          </w:tcPr>
          <w:p w:rsidR="00721D1B" w:rsidRPr="00721D1B" w:rsidRDefault="00721D1B" w:rsidP="00102DF9">
            <w:pPr>
              <w:rPr>
                <w:rFonts w:ascii="Arial" w:hAnsi="Arial" w:cs="Arial"/>
              </w:rPr>
            </w:pPr>
            <w:r w:rsidRPr="00721D1B">
              <w:rPr>
                <w:rFonts w:ascii="Arial" w:hAnsi="Arial" w:cs="Arial"/>
              </w:rPr>
              <w:t>Is the depth from the bottom of the infiltration trench or drywell to the seasonal high groundwater table equal to or greater than 1 foot?  Answer requires a soils report prepared by professional.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17376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721D1B" w:rsidRPr="002A23A7" w:rsidRDefault="00721D1B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608123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2" w:type="pct"/>
                <w:vAlign w:val="center"/>
              </w:tcPr>
              <w:p w:rsidR="00721D1B" w:rsidRPr="002A23A7" w:rsidRDefault="00721D1B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6871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721D1B" w:rsidRPr="002A23A7" w:rsidRDefault="00721D1B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721D1B" w:rsidRPr="002A23A7" w:rsidTr="001B2FAE">
        <w:trPr>
          <w:trHeight w:val="690"/>
        </w:trPr>
        <w:tc>
          <w:tcPr>
            <w:tcW w:w="4156" w:type="pct"/>
            <w:vAlign w:val="center"/>
          </w:tcPr>
          <w:p w:rsidR="00721D1B" w:rsidRPr="00721D1B" w:rsidRDefault="00721D1B" w:rsidP="00102DF9">
            <w:pPr>
              <w:rPr>
                <w:rFonts w:ascii="Arial" w:hAnsi="Arial" w:cs="Arial"/>
              </w:rPr>
            </w:pPr>
            <w:r w:rsidRPr="00721D1B">
              <w:rPr>
                <w:rFonts w:ascii="Arial" w:hAnsi="Arial" w:cs="Arial"/>
              </w:rPr>
              <w:t>Will installing an infiltration trench or drywell cause conflicts with any of the following?  (An answer of yes means this BMP is not feasible).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87188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721D1B" w:rsidRPr="002A23A7" w:rsidRDefault="00721D1B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05140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2" w:type="pct"/>
                <w:vAlign w:val="center"/>
              </w:tcPr>
              <w:p w:rsidR="00721D1B" w:rsidRPr="002A23A7" w:rsidRDefault="00721D1B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815330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721D1B" w:rsidRPr="002A23A7" w:rsidRDefault="00721D1B" w:rsidP="005250F8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533B98" w:rsidTr="008D655D">
        <w:trPr>
          <w:trHeight w:val="59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102DF9" w:rsidRPr="001751C1" w:rsidRDefault="00533B98" w:rsidP="001751C1">
            <w:pPr>
              <w:jc w:val="both"/>
              <w:rPr>
                <w:rStyle w:val="Strong"/>
                <w:rFonts w:ascii="Arial" w:hAnsi="Arial" w:cs="Arial"/>
                <w:b w:val="0"/>
                <w:i/>
              </w:rPr>
            </w:pPr>
            <w:r w:rsidRPr="001751C1">
              <w:rPr>
                <w:rFonts w:ascii="Arial" w:hAnsi="Arial" w:cs="Arial"/>
                <w:b/>
                <w:i/>
              </w:rPr>
              <w:t>Please</w:t>
            </w:r>
            <w:r w:rsidR="00102DF9" w:rsidRPr="001751C1">
              <w:rPr>
                <w:rFonts w:ascii="Arial" w:hAnsi="Arial" w:cs="Arial"/>
                <w:b/>
                <w:i/>
              </w:rPr>
              <w:t xml:space="preserve"> check </w:t>
            </w:r>
            <w:r w:rsidRPr="001751C1">
              <w:rPr>
                <w:rFonts w:ascii="Arial" w:hAnsi="Arial" w:cs="Arial"/>
                <w:b/>
                <w:i/>
              </w:rPr>
              <w:t xml:space="preserve">the box </w:t>
            </w:r>
            <w:r w:rsidR="00102DF9" w:rsidRPr="001751C1">
              <w:rPr>
                <w:rFonts w:ascii="Arial" w:hAnsi="Arial" w:cs="Arial"/>
                <w:b/>
                <w:i/>
              </w:rPr>
              <w:t xml:space="preserve">next to those items that apply. </w:t>
            </w:r>
            <w:r w:rsidR="00102DF9" w:rsidRPr="001751C1">
              <w:rPr>
                <w:rFonts w:ascii="Arial" w:hAnsi="Arial" w:cs="Arial"/>
                <w:b/>
              </w:rPr>
              <w:t>Answer requires a report prepared by professional.</w:t>
            </w:r>
          </w:p>
        </w:tc>
      </w:tr>
      <w:tr w:rsidR="00102DF9" w:rsidRPr="002A23A7" w:rsidTr="001B2FAE">
        <w:trPr>
          <w:trHeight w:val="690"/>
        </w:trPr>
        <w:tc>
          <w:tcPr>
            <w:tcW w:w="4707" w:type="pct"/>
            <w:gridSpan w:val="3"/>
            <w:vAlign w:val="center"/>
          </w:tcPr>
          <w:p w:rsidR="00102DF9" w:rsidRPr="00BD3997" w:rsidRDefault="00721D1B" w:rsidP="00721D1B">
            <w:pPr>
              <w:ind w:left="720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BD3997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99988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1B2FAE">
        <w:trPr>
          <w:trHeight w:val="690"/>
        </w:trPr>
        <w:tc>
          <w:tcPr>
            <w:tcW w:w="4707" w:type="pct"/>
            <w:gridSpan w:val="3"/>
            <w:vAlign w:val="center"/>
          </w:tcPr>
          <w:p w:rsidR="00102DF9" w:rsidRPr="00BD3997" w:rsidRDefault="00721D1B" w:rsidP="00721D1B">
            <w:pPr>
              <w:ind w:left="720"/>
              <w:rPr>
                <w:rFonts w:ascii="Arial" w:hAnsi="Arial" w:cs="Arial"/>
              </w:rPr>
            </w:pPr>
            <w:r w:rsidRPr="00BD3997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733703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1B2FAE">
        <w:trPr>
          <w:trHeight w:val="690"/>
        </w:trPr>
        <w:tc>
          <w:tcPr>
            <w:tcW w:w="4707" w:type="pct"/>
            <w:gridSpan w:val="3"/>
            <w:vAlign w:val="center"/>
          </w:tcPr>
          <w:p w:rsidR="00102DF9" w:rsidRPr="00BD3997" w:rsidRDefault="00721D1B" w:rsidP="00721D1B">
            <w:pPr>
              <w:ind w:left="720"/>
              <w:rPr>
                <w:rFonts w:ascii="Arial" w:hAnsi="Arial" w:cs="Arial"/>
              </w:rPr>
            </w:pPr>
            <w:r w:rsidRPr="00BD3997">
              <w:rPr>
                <w:rFonts w:ascii="Arial" w:hAnsi="Arial" w:cs="Arial"/>
              </w:rPr>
              <w:t>Public health and safety standards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7629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1B2FAE">
        <w:trPr>
          <w:trHeight w:val="690"/>
        </w:trPr>
        <w:tc>
          <w:tcPr>
            <w:tcW w:w="4707" w:type="pct"/>
            <w:gridSpan w:val="3"/>
            <w:vAlign w:val="center"/>
          </w:tcPr>
          <w:p w:rsidR="00102DF9" w:rsidRPr="00BD3997" w:rsidRDefault="00721D1B" w:rsidP="00721D1B">
            <w:pPr>
              <w:ind w:left="720"/>
              <w:rPr>
                <w:rFonts w:ascii="Arial" w:hAnsi="Arial" w:cs="Arial"/>
              </w:rPr>
            </w:pPr>
            <w:r w:rsidRPr="00BD3997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28291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3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D2CC9" w:rsidRDefault="000D2CC9" w:rsidP="00152FC0">
      <w:pPr>
        <w:rPr>
          <w:rFonts w:ascii="Arial" w:hAnsi="Arial" w:cs="Arial"/>
          <w:sz w:val="24"/>
          <w:szCs w:val="24"/>
        </w:rPr>
        <w:sectPr w:rsidR="000D2CC9" w:rsidSect="005C3A3F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2240" w:h="15840" w:code="1"/>
          <w:pgMar w:top="576" w:right="1440" w:bottom="720" w:left="1440" w:header="720" w:footer="720" w:gutter="0"/>
          <w:cols w:space="720"/>
          <w:titlePg/>
        </w:sectPr>
      </w:pPr>
    </w:p>
    <w:p w:rsidR="00056B0D" w:rsidRPr="008F7EE1" w:rsidRDefault="00056B0D" w:rsidP="008F7EE1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DD" w:rsidRDefault="008D5ADD">
      <w:r>
        <w:separator/>
      </w:r>
    </w:p>
  </w:endnote>
  <w:endnote w:type="continuationSeparator" w:id="0">
    <w:p w:rsidR="008D5ADD" w:rsidRDefault="008D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92EF6D1" wp14:editId="49BFA3E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1219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E40F9" w:rsidRDefault="000E40F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66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66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DD" w:rsidRDefault="008D5ADD">
      <w:r>
        <w:separator/>
      </w:r>
    </w:p>
  </w:footnote>
  <w:footnote w:type="continuationSeparator" w:id="0">
    <w:p w:rsidR="008D5ADD" w:rsidRDefault="008D5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E1" w:rsidRPr="008F7EE1" w:rsidRDefault="007C663D" w:rsidP="008F7EE1">
    <w:pPr>
      <w:ind w:left="1440"/>
      <w:rPr>
        <w:rFonts w:asciiTheme="majorHAnsi" w:eastAsia="Batang" w:hAnsiTheme="majorHAnsi"/>
        <w:sz w:val="28"/>
        <w:szCs w:val="32"/>
      </w:rPr>
    </w:pPr>
    <w:r>
      <w:rPr>
        <w:noProof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0;margin-top:-.7pt;width:54pt;height:80.25pt;z-index:251660288;mso-position-horizontal:absolute;mso-position-horizontal-relative:text;mso-position-vertical:absolute;mso-position-vertical-relative:text" wrapcoords="-300 0 -300 21398 21600 21398 21600 0 -300 0">
          <v:imagedata r:id="rId1" o:title=""/>
          <w10:wrap type="tight"/>
        </v:shape>
        <o:OLEObject Type="Embed" ProgID="PBrush" ShapeID="_x0000_s2054" DrawAspect="Content" ObjectID="_1589627653" r:id="rId2"/>
      </w:pict>
    </w: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AB1CE7" w:rsidRPr="00303F88" w:rsidRDefault="008F7EE1" w:rsidP="008F7EE1">
    <w:pPr>
      <w:ind w:left="1440"/>
      <w:rPr>
        <w:rFonts w:ascii="Arial" w:eastAsia="Batang" w:hAnsi="Arial" w:cs="Arial"/>
      </w:rPr>
    </w:pPr>
    <w:r w:rsidRPr="00303F88">
      <w:rPr>
        <w:rFonts w:ascii="Arial" w:eastAsia="Batang" w:hAnsi="Arial" w:cs="Arial"/>
        <w:sz w:val="32"/>
        <w:szCs w:val="32"/>
      </w:rPr>
      <w:t>City of Tacoma</w:t>
    </w:r>
    <w:r w:rsidRPr="00303F88">
      <w:rPr>
        <w:rFonts w:ascii="Arial" w:eastAsia="Batang" w:hAnsi="Arial" w:cs="Arial"/>
        <w:sz w:val="28"/>
      </w:rPr>
      <w:br/>
    </w:r>
    <w:r w:rsidRPr="00303F88">
      <w:rPr>
        <w:rFonts w:ascii="Arial" w:eastAsia="Batang" w:hAnsi="Arial" w:cs="Arial"/>
        <w:sz w:val="24"/>
        <w:szCs w:val="24"/>
      </w:rPr>
      <w:t>Environmental Services Department</w:t>
    </w:r>
  </w:p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102DF9"/>
    <w:rsid w:val="001039CF"/>
    <w:rsid w:val="00121CD3"/>
    <w:rsid w:val="00123179"/>
    <w:rsid w:val="00125298"/>
    <w:rsid w:val="00152FC0"/>
    <w:rsid w:val="001556D6"/>
    <w:rsid w:val="00165007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464D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471B"/>
    <w:rsid w:val="003E6877"/>
    <w:rsid w:val="003E7004"/>
    <w:rsid w:val="003F6BB6"/>
    <w:rsid w:val="0042313D"/>
    <w:rsid w:val="004319BA"/>
    <w:rsid w:val="0043523C"/>
    <w:rsid w:val="00451D7E"/>
    <w:rsid w:val="00472EFA"/>
    <w:rsid w:val="00484DF2"/>
    <w:rsid w:val="00485410"/>
    <w:rsid w:val="004950B2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79C0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6872"/>
    <w:rsid w:val="00721D1B"/>
    <w:rsid w:val="00736B48"/>
    <w:rsid w:val="007601B0"/>
    <w:rsid w:val="00765D20"/>
    <w:rsid w:val="007674AC"/>
    <w:rsid w:val="00770253"/>
    <w:rsid w:val="00776D0A"/>
    <w:rsid w:val="00780D41"/>
    <w:rsid w:val="00783AFE"/>
    <w:rsid w:val="0079348D"/>
    <w:rsid w:val="007A3C1E"/>
    <w:rsid w:val="007A47C1"/>
    <w:rsid w:val="007B36EE"/>
    <w:rsid w:val="007C3F75"/>
    <w:rsid w:val="007C663D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1622"/>
    <w:rsid w:val="008C0338"/>
    <w:rsid w:val="008C4198"/>
    <w:rsid w:val="008C5FBE"/>
    <w:rsid w:val="008D5ADD"/>
    <w:rsid w:val="008D655D"/>
    <w:rsid w:val="008D6D36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83A8A"/>
    <w:rsid w:val="00A85E53"/>
    <w:rsid w:val="00A866D8"/>
    <w:rsid w:val="00AB1CE7"/>
    <w:rsid w:val="00AD34E5"/>
    <w:rsid w:val="00B035C5"/>
    <w:rsid w:val="00B22143"/>
    <w:rsid w:val="00B224F0"/>
    <w:rsid w:val="00B93156"/>
    <w:rsid w:val="00B93544"/>
    <w:rsid w:val="00BA16FC"/>
    <w:rsid w:val="00BA63D9"/>
    <w:rsid w:val="00BC4481"/>
    <w:rsid w:val="00BC6B1B"/>
    <w:rsid w:val="00BD3997"/>
    <w:rsid w:val="00BE0602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D54"/>
    <w:rsid w:val="00D92D08"/>
    <w:rsid w:val="00DB2075"/>
    <w:rsid w:val="00DD41D1"/>
    <w:rsid w:val="00DE4175"/>
    <w:rsid w:val="00DF03E6"/>
    <w:rsid w:val="00E04F4F"/>
    <w:rsid w:val="00E4167C"/>
    <w:rsid w:val="00E44DAE"/>
    <w:rsid w:val="00E46248"/>
    <w:rsid w:val="00E536B4"/>
    <w:rsid w:val="00E92098"/>
    <w:rsid w:val="00E94068"/>
    <w:rsid w:val="00EA00E7"/>
    <w:rsid w:val="00EB0454"/>
    <w:rsid w:val="00EC6EB0"/>
    <w:rsid w:val="00EE5F92"/>
    <w:rsid w:val="00EE7ACA"/>
    <w:rsid w:val="00F21EDA"/>
    <w:rsid w:val="00F2645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D4EC9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2C77396CF247669BDE9A3075078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EEA51-9BB4-4C2A-A2B8-9621C6FFD1C7}"/>
      </w:docPartPr>
      <w:docPartBody>
        <w:p w:rsidR="006B5074" w:rsidRDefault="002206B9" w:rsidP="002206B9">
          <w:pPr>
            <w:pStyle w:val="F82C77396CF247669BDE9A30750784E51"/>
          </w:pPr>
          <w:r w:rsidRPr="000920BE">
            <w:rPr>
              <w:rStyle w:val="PlaceholderText"/>
            </w:rPr>
            <w:t>Click here to enter text.</w:t>
          </w:r>
        </w:p>
      </w:docPartBody>
    </w:docPart>
    <w:docPart>
      <w:docPartPr>
        <w:name w:val="42991F330CD64306B62EA4E233ED9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740BB-36C0-4B7C-83D3-B2D9E47D785A}"/>
      </w:docPartPr>
      <w:docPartBody>
        <w:p w:rsidR="006B5074" w:rsidRDefault="002206B9" w:rsidP="002206B9">
          <w:pPr>
            <w:pStyle w:val="42991F330CD64306B62EA4E233ED9C461"/>
          </w:pPr>
          <w:r w:rsidRPr="000920B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B9"/>
    <w:rsid w:val="002206B9"/>
    <w:rsid w:val="002A1AC6"/>
    <w:rsid w:val="006B5074"/>
    <w:rsid w:val="00CB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06B9"/>
    <w:rPr>
      <w:color w:val="808080"/>
    </w:rPr>
  </w:style>
  <w:style w:type="paragraph" w:customStyle="1" w:styleId="100E34FA2E4745A9817DA1719450FB8F">
    <w:name w:val="100E34FA2E4745A9817DA1719450FB8F"/>
    <w:rsid w:val="002206B9"/>
  </w:style>
  <w:style w:type="paragraph" w:customStyle="1" w:styleId="7F2A6C7721B74F73AD8D1CD00404E9B6">
    <w:name w:val="7F2A6C7721B74F73AD8D1CD00404E9B6"/>
    <w:rsid w:val="002206B9"/>
  </w:style>
  <w:style w:type="paragraph" w:customStyle="1" w:styleId="F82C77396CF247669BDE9A30750784E5">
    <w:name w:val="F82C77396CF247669BDE9A30750784E5"/>
    <w:rsid w:val="002206B9"/>
  </w:style>
  <w:style w:type="paragraph" w:customStyle="1" w:styleId="42991F330CD64306B62EA4E233ED9C46">
    <w:name w:val="42991F330CD64306B62EA4E233ED9C46"/>
    <w:rsid w:val="002206B9"/>
  </w:style>
  <w:style w:type="paragraph" w:customStyle="1" w:styleId="F82C77396CF247669BDE9A30750784E51">
    <w:name w:val="F82C77396CF247669BDE9A30750784E5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  <w:style w:type="paragraph" w:customStyle="1" w:styleId="42991F330CD64306B62EA4E233ED9C461">
    <w:name w:val="42991F330CD64306B62EA4E233ED9C46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06B9"/>
    <w:rPr>
      <w:color w:val="808080"/>
    </w:rPr>
  </w:style>
  <w:style w:type="paragraph" w:customStyle="1" w:styleId="100E34FA2E4745A9817DA1719450FB8F">
    <w:name w:val="100E34FA2E4745A9817DA1719450FB8F"/>
    <w:rsid w:val="002206B9"/>
  </w:style>
  <w:style w:type="paragraph" w:customStyle="1" w:styleId="7F2A6C7721B74F73AD8D1CD00404E9B6">
    <w:name w:val="7F2A6C7721B74F73AD8D1CD00404E9B6"/>
    <w:rsid w:val="002206B9"/>
  </w:style>
  <w:style w:type="paragraph" w:customStyle="1" w:styleId="F82C77396CF247669BDE9A30750784E5">
    <w:name w:val="F82C77396CF247669BDE9A30750784E5"/>
    <w:rsid w:val="002206B9"/>
  </w:style>
  <w:style w:type="paragraph" w:customStyle="1" w:styleId="42991F330CD64306B62EA4E233ED9C46">
    <w:name w:val="42991F330CD64306B62EA4E233ED9C46"/>
    <w:rsid w:val="002206B9"/>
  </w:style>
  <w:style w:type="paragraph" w:customStyle="1" w:styleId="F82C77396CF247669BDE9A30750784E51">
    <w:name w:val="F82C77396CF247669BDE9A30750784E5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  <w:style w:type="paragraph" w:customStyle="1" w:styleId="42991F330CD64306B62EA4E233ED9C461">
    <w:name w:val="42991F330CD64306B62EA4E233ED9C46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9D5204-4243-4B4C-AC4D-142D64D34AB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7F430354-6B4A-457A-91EA-B8247493C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16</TotalTime>
  <Pages>1</Pages>
  <Words>351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2148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7</cp:revision>
  <cp:lastPrinted>2016-11-29T22:23:00Z</cp:lastPrinted>
  <dcterms:created xsi:type="dcterms:W3CDTF">2016-11-29T23:38:00Z</dcterms:created>
  <dcterms:modified xsi:type="dcterms:W3CDTF">2018-06-04T21:28:00Z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